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12FC6" w14:textId="2EFAB72D" w:rsidR="00047006" w:rsidRPr="00047006" w:rsidRDefault="00441340" w:rsidP="00047006">
      <w:r>
        <w:t xml:space="preserve">                                                                                              </w:t>
      </w:r>
      <w:r w:rsidR="00047006" w:rsidRPr="00047006">
        <w:t xml:space="preserve">Projekt z dnia </w:t>
      </w:r>
      <w:r w:rsidR="001C0E4E">
        <w:t>26</w:t>
      </w:r>
      <w:r w:rsidR="001C0E4E" w:rsidRPr="00047006">
        <w:t xml:space="preserve"> </w:t>
      </w:r>
      <w:r w:rsidR="00047006" w:rsidRPr="00047006">
        <w:t>kwietnia 2025 r.</w:t>
      </w:r>
      <w:r w:rsidR="0060276A">
        <w:t xml:space="preserve"> </w:t>
      </w:r>
    </w:p>
    <w:p w14:paraId="64B26943" w14:textId="77777777" w:rsidR="00047006" w:rsidRPr="00047006" w:rsidRDefault="00047006" w:rsidP="00047006"/>
    <w:p w14:paraId="50647EE5" w14:textId="77777777" w:rsidR="00047006" w:rsidRPr="00047006" w:rsidRDefault="00047006" w:rsidP="00047006"/>
    <w:p w14:paraId="3A64EABD" w14:textId="19852FA7" w:rsidR="00047006" w:rsidRPr="00047006" w:rsidRDefault="00047006" w:rsidP="00047006">
      <w:pPr>
        <w:pStyle w:val="OZNRODZAKTUtznustawalubrozporzdzenieiorganwydajcy"/>
      </w:pPr>
      <w:r w:rsidRPr="00047006">
        <w:t>USTAWA</w:t>
      </w:r>
    </w:p>
    <w:p w14:paraId="4C8E1C71" w14:textId="77777777" w:rsidR="00047006" w:rsidRPr="00047006" w:rsidRDefault="00047006" w:rsidP="00047006">
      <w:pPr>
        <w:pStyle w:val="DATAAKTUdatauchwalenialubwydaniaaktu"/>
      </w:pPr>
      <w:r w:rsidRPr="00047006">
        <w:t>z dnia …………</w:t>
      </w:r>
    </w:p>
    <w:p w14:paraId="02E5F558" w14:textId="77777777" w:rsidR="00047006" w:rsidRPr="00047006" w:rsidRDefault="00047006" w:rsidP="00047006">
      <w:pPr>
        <w:pStyle w:val="TYTUAKTUprzedmiotregulacjiustawylubrozporzdzenia"/>
      </w:pPr>
      <w:r w:rsidRPr="00047006">
        <w:t>o zmianie ustawy o systemie informacji w ochronie zdrowia oraz ustawy o ochronie ludności i obronie cywilnej</w:t>
      </w:r>
    </w:p>
    <w:p w14:paraId="4B01DFB9" w14:textId="77777777" w:rsidR="00047006" w:rsidRPr="00047006" w:rsidRDefault="00047006" w:rsidP="00441340">
      <w:pPr>
        <w:pStyle w:val="ARTartustawynprozporzdzenia"/>
      </w:pPr>
      <w:r w:rsidRPr="003D416E">
        <w:rPr>
          <w:rStyle w:val="Ppogrubienie"/>
        </w:rPr>
        <w:t>Art. 1.</w:t>
      </w:r>
      <w:r w:rsidRPr="00047006">
        <w:t xml:space="preserve"> W ustawie z dnia 28 kwietnia 2011 r. o systemie informacji w ochronie zdrowia (Dz. U. z 2025 r. poz. 302) wprowadza się następujące zmiany:</w:t>
      </w:r>
    </w:p>
    <w:p w14:paraId="21F0A33D" w14:textId="04A62252" w:rsidR="00047006" w:rsidRPr="00047006" w:rsidRDefault="00047006" w:rsidP="00441340">
      <w:pPr>
        <w:pStyle w:val="PKTpunkt"/>
      </w:pPr>
      <w:r w:rsidRPr="00047006">
        <w:t>1)</w:t>
      </w:r>
      <w:r w:rsidRPr="00047006">
        <w:tab/>
        <w:t xml:space="preserve">w art. 3 w ust. 3 w pkt 11 </w:t>
      </w:r>
      <w:r w:rsidR="004836C3">
        <w:t xml:space="preserve">skreśla się </w:t>
      </w:r>
      <w:r w:rsidRPr="00047006">
        <w:t xml:space="preserve">przecinek </w:t>
      </w:r>
      <w:r w:rsidR="004836C3">
        <w:t xml:space="preserve">i </w:t>
      </w:r>
      <w:r w:rsidRPr="00047006">
        <w:t>wyrazy „w odniesieniu do pracowników medycznych”;</w:t>
      </w:r>
    </w:p>
    <w:p w14:paraId="27B31C46" w14:textId="77777777" w:rsidR="00047006" w:rsidRPr="00047006" w:rsidRDefault="00047006" w:rsidP="00441340">
      <w:pPr>
        <w:jc w:val="both"/>
      </w:pPr>
      <w:r w:rsidRPr="00047006">
        <w:t>2)</w:t>
      </w:r>
      <w:r w:rsidRPr="00047006">
        <w:tab/>
        <w:t>w art. 5:</w:t>
      </w:r>
    </w:p>
    <w:p w14:paraId="1D507D5A" w14:textId="77777777" w:rsidR="00047006" w:rsidRPr="00047006" w:rsidRDefault="00047006" w:rsidP="00441340">
      <w:pPr>
        <w:pStyle w:val="LITlitera"/>
      </w:pPr>
      <w:r w:rsidRPr="00047006">
        <w:t>a)</w:t>
      </w:r>
      <w:r w:rsidRPr="00047006">
        <w:tab/>
        <w:t>w ust. 1 w pkt 2 lit. c otrzymuje brzmienie:</w:t>
      </w:r>
    </w:p>
    <w:p w14:paraId="33E5A9F5" w14:textId="77777777" w:rsidR="00047006" w:rsidRPr="00047006" w:rsidRDefault="00047006" w:rsidP="00441340">
      <w:pPr>
        <w:jc w:val="both"/>
      </w:pPr>
      <w:r w:rsidRPr="00047006">
        <w:t>„c) Systemu Ewidencji Potencjału Świadczeniodawcy, zwanego dalej „EPS”,”,</w:t>
      </w:r>
    </w:p>
    <w:p w14:paraId="0CB5E1B1" w14:textId="77777777" w:rsidR="00047006" w:rsidRPr="00047006" w:rsidRDefault="00047006" w:rsidP="00441340">
      <w:pPr>
        <w:pStyle w:val="LITlitera"/>
      </w:pPr>
      <w:r w:rsidRPr="00047006">
        <w:t>b)</w:t>
      </w:r>
      <w:r w:rsidRPr="00047006">
        <w:tab/>
        <w:t>w ust. 3a wyrazy „lit. a, e, g–j, l i m” zastępuje się wyrazami „lit. a, c, e, g</w:t>
      </w:r>
      <w:bookmarkStart w:id="0" w:name="_Hlk195858322"/>
      <w:r w:rsidRPr="00047006">
        <w:t>–</w:t>
      </w:r>
      <w:bookmarkEnd w:id="0"/>
      <w:r w:rsidRPr="00047006">
        <w:t>j, l i m”;</w:t>
      </w:r>
    </w:p>
    <w:p w14:paraId="389FF3EE" w14:textId="77777777" w:rsidR="00047006" w:rsidRPr="00047006" w:rsidRDefault="00047006" w:rsidP="00441340">
      <w:pPr>
        <w:pStyle w:val="PKTpunkt"/>
      </w:pPr>
      <w:r w:rsidRPr="00047006">
        <w:t>3)</w:t>
      </w:r>
      <w:r w:rsidRPr="00047006">
        <w:tab/>
        <w:t>art. 24 otrzymuje brzmienie:</w:t>
      </w:r>
    </w:p>
    <w:p w14:paraId="6B5DC6E0" w14:textId="337909A3" w:rsidR="00047006" w:rsidRPr="00047006" w:rsidRDefault="00047006" w:rsidP="00441340">
      <w:pPr>
        <w:jc w:val="both"/>
      </w:pPr>
      <w:r w:rsidRPr="00047006">
        <w:t xml:space="preserve">„Art. 24. 1. EPS jest systemem teleinformatycznym, w którym w celu monitorowania dostępności do świadczeń opieki zdrowotnej i wsparcia procesów decyzyjnych, w tym w zakresie przygotowania obrony państwa albo zwalczania klęsk żywiołowych, likwidacji ich skutków oraz zarządzania kryzysowego, są gromadzone aktualne informacje o </w:t>
      </w:r>
      <w:r w:rsidR="003D416E">
        <w:t>u</w:t>
      </w:r>
      <w:r w:rsidRPr="00047006">
        <w:t>sługodawcach obejmujące:</w:t>
      </w:r>
    </w:p>
    <w:p w14:paraId="07A38247" w14:textId="77777777" w:rsidR="00047006" w:rsidRPr="00047006" w:rsidRDefault="00047006" w:rsidP="00441340">
      <w:pPr>
        <w:pStyle w:val="PKTpunkt"/>
      </w:pPr>
      <w:r w:rsidRPr="00047006">
        <w:t>1)</w:t>
      </w:r>
      <w:r w:rsidRPr="00047006">
        <w:tab/>
        <w:t>nazwę lub firmę;</w:t>
      </w:r>
    </w:p>
    <w:p w14:paraId="26C99DDC" w14:textId="77777777" w:rsidR="00047006" w:rsidRPr="00047006" w:rsidRDefault="00047006" w:rsidP="00441340">
      <w:pPr>
        <w:pStyle w:val="PKTpunkt"/>
      </w:pPr>
      <w:r w:rsidRPr="00047006">
        <w:t>2)</w:t>
      </w:r>
      <w:r w:rsidRPr="00047006">
        <w:tab/>
        <w:t>adres siedziby, jeżeli dotyczy;</w:t>
      </w:r>
    </w:p>
    <w:p w14:paraId="1FB9C004" w14:textId="77777777" w:rsidR="00047006" w:rsidRPr="00047006" w:rsidRDefault="00047006" w:rsidP="00441340">
      <w:pPr>
        <w:pStyle w:val="PKTpunkt"/>
      </w:pPr>
      <w:r w:rsidRPr="00047006">
        <w:t>3)</w:t>
      </w:r>
      <w:r w:rsidRPr="00047006">
        <w:tab/>
        <w:t>identyfikator, o którym mowa w art. 17c ust. 3 pkt 1, jeżeli dotyczy;</w:t>
      </w:r>
    </w:p>
    <w:p w14:paraId="34080AAF" w14:textId="78E184F7" w:rsidR="00047006" w:rsidRPr="00047006" w:rsidRDefault="00047006" w:rsidP="00441340">
      <w:pPr>
        <w:pStyle w:val="PKTpunkt"/>
      </w:pPr>
      <w:r w:rsidRPr="00047006">
        <w:t>4)</w:t>
      </w:r>
      <w:r w:rsidRPr="00047006">
        <w:tab/>
        <w:t>numer REGON</w:t>
      </w:r>
      <w:r w:rsidR="004836C3">
        <w:t>, jeżeli posiada</w:t>
      </w:r>
      <w:r w:rsidRPr="00047006">
        <w:t>;</w:t>
      </w:r>
    </w:p>
    <w:p w14:paraId="338E9C03" w14:textId="7F74E830" w:rsidR="00047006" w:rsidRPr="00047006" w:rsidRDefault="00047006" w:rsidP="00441340">
      <w:pPr>
        <w:pStyle w:val="PKTpunkt"/>
      </w:pPr>
      <w:r w:rsidRPr="00047006">
        <w:t>5)</w:t>
      </w:r>
      <w:r w:rsidRPr="00047006">
        <w:tab/>
        <w:t>liczbę lokalizacji, w których jest prowadzona działalność lecznicza oraz ich adresy;</w:t>
      </w:r>
    </w:p>
    <w:p w14:paraId="01040106" w14:textId="77777777" w:rsidR="00047006" w:rsidRPr="00047006" w:rsidRDefault="00047006" w:rsidP="00441340">
      <w:pPr>
        <w:pStyle w:val="PKTpunkt"/>
      </w:pPr>
      <w:r w:rsidRPr="00047006">
        <w:t>6)</w:t>
      </w:r>
      <w:r w:rsidRPr="00047006">
        <w:tab/>
        <w:t>informacje o:</w:t>
      </w:r>
    </w:p>
    <w:p w14:paraId="11A8062B" w14:textId="77777777" w:rsidR="00047006" w:rsidRPr="00047006" w:rsidRDefault="00047006" w:rsidP="00441340">
      <w:pPr>
        <w:pStyle w:val="LITlitera"/>
      </w:pPr>
      <w:r w:rsidRPr="00047006">
        <w:t>a) łóżkach szpitalnych,</w:t>
      </w:r>
    </w:p>
    <w:p w14:paraId="760161EE" w14:textId="77777777" w:rsidR="00047006" w:rsidRPr="00047006" w:rsidRDefault="00047006" w:rsidP="00441340">
      <w:pPr>
        <w:pStyle w:val="LITlitera"/>
      </w:pPr>
      <w:r w:rsidRPr="00047006">
        <w:t>b) pracownikach medycznych obejmujące:</w:t>
      </w:r>
    </w:p>
    <w:p w14:paraId="2E16E9A6" w14:textId="77777777" w:rsidR="00047006" w:rsidRPr="00047006" w:rsidRDefault="00047006" w:rsidP="009253AC">
      <w:pPr>
        <w:pStyle w:val="TIRtiret"/>
      </w:pPr>
      <w:r w:rsidRPr="00047006">
        <w:t>– identyfikator pracownika medycznego, o którym mowa w art. 17c ust. 5,</w:t>
      </w:r>
    </w:p>
    <w:p w14:paraId="400E630A" w14:textId="77777777" w:rsidR="00047006" w:rsidRPr="00047006" w:rsidRDefault="00047006" w:rsidP="009253AC">
      <w:pPr>
        <w:pStyle w:val="TIRtiret"/>
      </w:pPr>
      <w:r w:rsidRPr="00047006">
        <w:t>– dane dotyczące miejsca wykonywania zawodu medycznego,</w:t>
      </w:r>
    </w:p>
    <w:p w14:paraId="02FA5964" w14:textId="77777777" w:rsidR="00047006" w:rsidRPr="00047006" w:rsidRDefault="00047006" w:rsidP="00441340">
      <w:pPr>
        <w:pStyle w:val="LITlitera"/>
      </w:pPr>
      <w:r w:rsidRPr="00047006">
        <w:lastRenderedPageBreak/>
        <w:t>c) infrastrukturze w odniesieniu do obiektów związanych z udzielaniem świadczeń opieki zdrowotnej, w szczególności w zakresie jej dostępności, stanu, instalacji i elementów wyposażenia,</w:t>
      </w:r>
    </w:p>
    <w:p w14:paraId="5944143D" w14:textId="77777777" w:rsidR="00047006" w:rsidRPr="00047006" w:rsidRDefault="00047006" w:rsidP="00441340">
      <w:pPr>
        <w:pStyle w:val="LITlitera"/>
      </w:pPr>
      <w:r w:rsidRPr="00047006">
        <w:t>d) wyrobach medycznych,</w:t>
      </w:r>
    </w:p>
    <w:p w14:paraId="23C949DF" w14:textId="77777777" w:rsidR="00047006" w:rsidRPr="00047006" w:rsidRDefault="00047006" w:rsidP="00441340">
      <w:pPr>
        <w:pStyle w:val="LITlitera"/>
      </w:pPr>
      <w:r w:rsidRPr="00047006">
        <w:t>e) środkach ochrony indywidualnej,</w:t>
      </w:r>
    </w:p>
    <w:p w14:paraId="7C23B518" w14:textId="6480A54F" w:rsidR="00047006" w:rsidRPr="00047006" w:rsidRDefault="00047006" w:rsidP="00441340">
      <w:pPr>
        <w:pStyle w:val="LITlitera"/>
      </w:pPr>
      <w:r w:rsidRPr="00047006">
        <w:t>f) zapasach gazów medycznych,</w:t>
      </w:r>
    </w:p>
    <w:p w14:paraId="00E745B2" w14:textId="77777777" w:rsidR="00047006" w:rsidRPr="00047006" w:rsidRDefault="00047006" w:rsidP="00441340">
      <w:pPr>
        <w:pStyle w:val="LITlitera"/>
      </w:pPr>
      <w:r w:rsidRPr="00047006">
        <w:t>g) zapasach krwi i jej składników.</w:t>
      </w:r>
    </w:p>
    <w:p w14:paraId="43696766" w14:textId="747F60A1" w:rsidR="00047006" w:rsidRPr="00047006" w:rsidRDefault="00047006" w:rsidP="00441340">
      <w:pPr>
        <w:pStyle w:val="USTustnpkodeksu"/>
      </w:pPr>
      <w:r w:rsidRPr="00047006">
        <w:t>2.</w:t>
      </w:r>
      <w:r w:rsidRPr="00047006">
        <w:tab/>
        <w:t>W EPS są gromadzone również dane o przerwie w udzielaniu świadczeń opieki zdrowotnej określonej w art. 136c ust. 4 ustawy z dnia 27 sierpnia 2004 r. o świadczeniach opieki zdrowotnej finansowanych ze środków publicznych oraz</w:t>
      </w:r>
      <w:r w:rsidR="004836C3">
        <w:t xml:space="preserve"> o</w:t>
      </w:r>
      <w:r w:rsidRPr="00047006">
        <w:t xml:space="preserve"> zaprzestaniu działalności leczniczej, o którym mowa w art. 34 ust. 8 ustawy z dnia 15 kwietnia 2011 r. o działalności leczniczej.</w:t>
      </w:r>
    </w:p>
    <w:p w14:paraId="3DB09490" w14:textId="50DC801E" w:rsidR="00047006" w:rsidRDefault="00047006" w:rsidP="00441340">
      <w:pPr>
        <w:pStyle w:val="USTustnpkodeksu"/>
      </w:pPr>
      <w:r w:rsidRPr="00047006">
        <w:t>3.</w:t>
      </w:r>
      <w:r w:rsidRPr="00047006">
        <w:tab/>
        <w:t xml:space="preserve">Dane dotyczące zapasów krwi i jej składników są przekazywane bezpośrednio </w:t>
      </w:r>
      <w:r w:rsidR="00870D0E">
        <w:br/>
      </w:r>
      <w:r w:rsidRPr="00047006">
        <w:t xml:space="preserve">z systemu e-krew, </w:t>
      </w:r>
      <w:r w:rsidR="003D416E">
        <w:t xml:space="preserve">o </w:t>
      </w:r>
      <w:r w:rsidRPr="00047006">
        <w:t>którym mowa w art. 5 pkt 22 ustawy z dnia 22 sierpnia 1997 r. o publicznej służbie krwi (Dz. U. z 2024</w:t>
      </w:r>
      <w:r w:rsidR="004836C3">
        <w:t xml:space="preserve"> </w:t>
      </w:r>
      <w:r w:rsidRPr="00047006">
        <w:t>r. poz. 1782).</w:t>
      </w:r>
    </w:p>
    <w:p w14:paraId="32359E07" w14:textId="0FF37B9C" w:rsidR="002E1D18" w:rsidRDefault="002E1D18" w:rsidP="00441340">
      <w:pPr>
        <w:pStyle w:val="USTustnpkodeksu"/>
      </w:pPr>
      <w:r>
        <w:t xml:space="preserve">4. Dane dotyczące </w:t>
      </w:r>
      <w:r w:rsidR="008D379A">
        <w:t xml:space="preserve">wyrobów medycznych są </w:t>
      </w:r>
      <w:r w:rsidR="006E57DE">
        <w:t xml:space="preserve">przekazywane </w:t>
      </w:r>
      <w:r w:rsidR="004641F8">
        <w:t>również z</w:t>
      </w:r>
      <w:r w:rsidR="006E57DE">
        <w:t xml:space="preserve"> systemów </w:t>
      </w:r>
      <w:r w:rsidR="004C1E71">
        <w:t xml:space="preserve">teleinformatycznych </w:t>
      </w:r>
      <w:r w:rsidR="006E57DE">
        <w:t>Narodowego Funduszu Zdrowia.</w:t>
      </w:r>
    </w:p>
    <w:p w14:paraId="556833FB" w14:textId="3A5D5D1A" w:rsidR="006E3F68" w:rsidRDefault="006E57DE" w:rsidP="00441340">
      <w:pPr>
        <w:pStyle w:val="USTustnpkodeksu"/>
      </w:pPr>
      <w:r>
        <w:t>5</w:t>
      </w:r>
      <w:r w:rsidR="006E3F68">
        <w:t>.</w:t>
      </w:r>
      <w:r w:rsidR="006E3F68">
        <w:tab/>
      </w:r>
      <w:r w:rsidR="006E3F68" w:rsidRPr="006E3F68">
        <w:t>Usługodawca</w:t>
      </w:r>
      <w:r w:rsidR="00991461">
        <w:t xml:space="preserve"> nie</w:t>
      </w:r>
      <w:r w:rsidR="006E3F68" w:rsidRPr="006E3F68">
        <w:t xml:space="preserve"> będący podmiotem </w:t>
      </w:r>
      <w:r w:rsidR="004836C3">
        <w:t xml:space="preserve">leczniczym </w:t>
      </w:r>
      <w:r w:rsidR="006E3F68" w:rsidRPr="006E3F68">
        <w:t>wykonującym działalność leczniczą w rodzaju świadczenia szpitalne oraz stacjonarne i całodobowe świadczeni</w:t>
      </w:r>
      <w:r w:rsidR="00190242">
        <w:t>a</w:t>
      </w:r>
      <w:r w:rsidR="006E3F68" w:rsidRPr="006E3F68">
        <w:t xml:space="preserve"> zdrowotne inne niż świadczenie szpitalne</w:t>
      </w:r>
      <w:r w:rsidR="00991461">
        <w:t xml:space="preserve"> nie</w:t>
      </w:r>
      <w:r w:rsidR="006E3F68" w:rsidRPr="006E3F68">
        <w:t xml:space="preserve"> przekazuje</w:t>
      </w:r>
      <w:r w:rsidR="000A6B9F">
        <w:t xml:space="preserve"> </w:t>
      </w:r>
      <w:r w:rsidR="00991461">
        <w:t xml:space="preserve">informacji wymienionych </w:t>
      </w:r>
      <w:r w:rsidR="00732C22">
        <w:t xml:space="preserve">w ust. 1 </w:t>
      </w:r>
      <w:r w:rsidR="00813F61">
        <w:t>pkt 6 lit. a</w:t>
      </w:r>
      <w:r w:rsidR="00991461">
        <w:t xml:space="preserve">, b, c, </w:t>
      </w:r>
      <w:r w:rsidR="00813F61">
        <w:t>f</w:t>
      </w:r>
      <w:r w:rsidR="00991461">
        <w:t>, g</w:t>
      </w:r>
      <w:r w:rsidR="00C215A1">
        <w:t xml:space="preserve"> oraz ust. 2.</w:t>
      </w:r>
    </w:p>
    <w:p w14:paraId="3A403BD1" w14:textId="4BFE7311" w:rsidR="00047006" w:rsidRPr="00047006" w:rsidRDefault="00991461" w:rsidP="00441340">
      <w:pPr>
        <w:pStyle w:val="USTustnpkodeksu"/>
      </w:pPr>
      <w:r>
        <w:t>6</w:t>
      </w:r>
      <w:r w:rsidR="00047006" w:rsidRPr="00047006">
        <w:t>.</w:t>
      </w:r>
      <w:r w:rsidR="00047006" w:rsidRPr="00047006">
        <w:tab/>
        <w:t>Administratorem EPS jest jednostka podległa ministrowi właściwemu do spraw zdrowia właściwa w zakresie systemów informacyjnych ochrony zdrowia.</w:t>
      </w:r>
    </w:p>
    <w:p w14:paraId="4D43A328" w14:textId="0A846F1F" w:rsidR="00047006" w:rsidRPr="00047006" w:rsidRDefault="00991461" w:rsidP="00441340">
      <w:pPr>
        <w:pStyle w:val="USTustnpkodeksu"/>
      </w:pPr>
      <w:r>
        <w:t>7</w:t>
      </w:r>
      <w:r w:rsidR="00047006" w:rsidRPr="00047006">
        <w:t>.</w:t>
      </w:r>
      <w:r w:rsidR="00047006" w:rsidRPr="00047006">
        <w:tab/>
        <w:t>Administratorem danych przetwarzanych w EPS jest minister właściwy do spraw zdrowia.</w:t>
      </w:r>
    </w:p>
    <w:p w14:paraId="36D71464" w14:textId="7464D98F" w:rsidR="00047006" w:rsidRPr="00047006" w:rsidRDefault="00991461" w:rsidP="00441340">
      <w:pPr>
        <w:pStyle w:val="USTustnpkodeksu"/>
      </w:pPr>
      <w:r>
        <w:t>8</w:t>
      </w:r>
      <w:r w:rsidR="00047006" w:rsidRPr="00047006">
        <w:t>.</w:t>
      </w:r>
      <w:r w:rsidR="00047006" w:rsidRPr="00047006">
        <w:tab/>
        <w:t xml:space="preserve">Dane przetwarzane w EPS stanowią tajemnicę prawnie chronioną i nie podlegają udostępnianiu lub przekazywaniu w celu ponownego wykorzystania na podstawie ustawy </w:t>
      </w:r>
      <w:r w:rsidR="00870D0E">
        <w:br/>
      </w:r>
      <w:r w:rsidR="00047006" w:rsidRPr="00047006">
        <w:t>z dnia 11 sierpnia 2021 r. o otwartych danych i ponownym wykorzystywaniu informacji sektora publicznego (Dz. U. z 2023 r. poz. 1524).</w:t>
      </w:r>
    </w:p>
    <w:p w14:paraId="74361884" w14:textId="75E1AADC" w:rsidR="00047006" w:rsidRPr="00047006" w:rsidRDefault="00991461" w:rsidP="00441340">
      <w:pPr>
        <w:pStyle w:val="USTustnpkodeksu"/>
      </w:pPr>
      <w:r>
        <w:t>9</w:t>
      </w:r>
      <w:r w:rsidR="00047006" w:rsidRPr="00047006">
        <w:t>.</w:t>
      </w:r>
      <w:r w:rsidR="00047006" w:rsidRPr="00047006">
        <w:tab/>
        <w:t xml:space="preserve">Usługodawcom </w:t>
      </w:r>
      <w:r w:rsidR="004836C3" w:rsidRPr="00047006">
        <w:t xml:space="preserve">są </w:t>
      </w:r>
      <w:r w:rsidR="00047006" w:rsidRPr="00047006">
        <w:t>udostępniane informacje, o których mowa w ust. 1 pkt</w:t>
      </w:r>
      <w:r w:rsidR="008D0D26">
        <w:t xml:space="preserve"> 1,</w:t>
      </w:r>
      <w:r w:rsidR="00047006" w:rsidRPr="00047006">
        <w:t xml:space="preserve"> 3 i pkt 6 lit</w:t>
      </w:r>
      <w:r w:rsidR="004836C3">
        <w:t>.</w:t>
      </w:r>
      <w:r w:rsidR="00047006" w:rsidRPr="00047006">
        <w:t xml:space="preserve"> a i ust. 2.</w:t>
      </w:r>
    </w:p>
    <w:p w14:paraId="5A577823" w14:textId="28F6C73A" w:rsidR="00047006" w:rsidRPr="00047006" w:rsidRDefault="00991461" w:rsidP="00441340">
      <w:pPr>
        <w:pStyle w:val="USTustnpkodeksu"/>
      </w:pPr>
      <w:r>
        <w:t>10</w:t>
      </w:r>
      <w:r w:rsidR="00047006" w:rsidRPr="00047006">
        <w:t>.</w:t>
      </w:r>
      <w:r w:rsidR="00047006" w:rsidRPr="00047006">
        <w:tab/>
        <w:t>Informacje, o których mowa w ust. 1</w:t>
      </w:r>
      <w:r w:rsidR="004836C3">
        <w:t xml:space="preserve"> i 2</w:t>
      </w:r>
      <w:r w:rsidR="00047006" w:rsidRPr="00047006">
        <w:t>, są udostępniane online w postaci zagregowanej:</w:t>
      </w:r>
    </w:p>
    <w:p w14:paraId="68A8BE0A" w14:textId="77777777" w:rsidR="00047006" w:rsidRPr="00047006" w:rsidRDefault="00047006" w:rsidP="00441340">
      <w:pPr>
        <w:pStyle w:val="PKTpunkt"/>
      </w:pPr>
      <w:r w:rsidRPr="00047006">
        <w:lastRenderedPageBreak/>
        <w:t>1)</w:t>
      </w:r>
      <w:r w:rsidRPr="00047006">
        <w:tab/>
        <w:t>Ministrowi Obrony Narodowej,</w:t>
      </w:r>
    </w:p>
    <w:p w14:paraId="2C8F71FB" w14:textId="77777777" w:rsidR="00047006" w:rsidRPr="00047006" w:rsidRDefault="00047006" w:rsidP="00441340">
      <w:pPr>
        <w:pStyle w:val="PKTpunkt"/>
      </w:pPr>
      <w:r w:rsidRPr="00047006">
        <w:t>2)</w:t>
      </w:r>
      <w:r w:rsidRPr="00047006">
        <w:tab/>
        <w:t>ministrowi właściwemu do spraw wewnętrznych,</w:t>
      </w:r>
    </w:p>
    <w:p w14:paraId="161476B0" w14:textId="77777777" w:rsidR="00047006" w:rsidRDefault="00047006" w:rsidP="00441340">
      <w:pPr>
        <w:pStyle w:val="PKTpunkt"/>
      </w:pPr>
      <w:r w:rsidRPr="00047006">
        <w:t>3)</w:t>
      </w:r>
      <w:r w:rsidRPr="00047006">
        <w:tab/>
        <w:t>Narodowemu Funduszowi Zdrowia,</w:t>
      </w:r>
    </w:p>
    <w:p w14:paraId="599E6BCA" w14:textId="56301195" w:rsidR="005074DB" w:rsidRDefault="005074DB" w:rsidP="00441340">
      <w:pPr>
        <w:pStyle w:val="PKTpunkt"/>
      </w:pPr>
      <w:r>
        <w:t>4)</w:t>
      </w:r>
      <w:r>
        <w:tab/>
        <w:t>Zakładowi Ubezpieczeń Społecznych,</w:t>
      </w:r>
    </w:p>
    <w:p w14:paraId="669833D9" w14:textId="03D879EF" w:rsidR="005074DB" w:rsidRDefault="005074DB" w:rsidP="00441340">
      <w:pPr>
        <w:pStyle w:val="PKTpunkt"/>
      </w:pPr>
      <w:r>
        <w:t>5)</w:t>
      </w:r>
      <w:r>
        <w:tab/>
        <w:t>Głównemu Inspektorowi Sanitarnemu,</w:t>
      </w:r>
    </w:p>
    <w:p w14:paraId="40C74A2B" w14:textId="3C375495" w:rsidR="005074DB" w:rsidRDefault="005074DB" w:rsidP="00441340">
      <w:pPr>
        <w:pStyle w:val="PKTpunkt"/>
      </w:pPr>
      <w:r>
        <w:t>6)</w:t>
      </w:r>
      <w:r>
        <w:tab/>
        <w:t>Państwowemu Wojewódzkiemu Inspektorowi Sanitarnemu,</w:t>
      </w:r>
    </w:p>
    <w:p w14:paraId="661F658A" w14:textId="0A4A9B44" w:rsidR="005B4BDC" w:rsidRPr="00047006" w:rsidRDefault="005074DB" w:rsidP="00441340">
      <w:pPr>
        <w:pStyle w:val="PKTpunkt"/>
      </w:pPr>
      <w:r>
        <w:t>7</w:t>
      </w:r>
      <w:r w:rsidR="005B4BDC">
        <w:t>)</w:t>
      </w:r>
      <w:r w:rsidR="005B4BDC">
        <w:tab/>
        <w:t>Agencji Oceny Technologii Medycznych i Taryfikacji,</w:t>
      </w:r>
    </w:p>
    <w:p w14:paraId="2A1A02E0" w14:textId="153BFD51" w:rsidR="00047006" w:rsidRPr="00047006" w:rsidRDefault="005074DB" w:rsidP="00441340">
      <w:pPr>
        <w:pStyle w:val="PKTpunkt"/>
      </w:pPr>
      <w:r>
        <w:t>8</w:t>
      </w:r>
      <w:r w:rsidR="00047006" w:rsidRPr="00047006">
        <w:t>)</w:t>
      </w:r>
      <w:r w:rsidR="00047006" w:rsidRPr="00047006">
        <w:tab/>
        <w:t>wojewodzie,</w:t>
      </w:r>
    </w:p>
    <w:p w14:paraId="42ED030C" w14:textId="3971C273" w:rsidR="00047006" w:rsidRPr="00047006" w:rsidRDefault="005074DB" w:rsidP="00441340">
      <w:pPr>
        <w:pStyle w:val="PKTpunkt"/>
      </w:pPr>
      <w:r>
        <w:t>9</w:t>
      </w:r>
      <w:r w:rsidR="00047006" w:rsidRPr="00047006">
        <w:t>)</w:t>
      </w:r>
      <w:r w:rsidR="00047006" w:rsidRPr="00047006">
        <w:tab/>
        <w:t>wójtowi (burmistrzowi, prezydentowi miasta),</w:t>
      </w:r>
    </w:p>
    <w:p w14:paraId="665933CA" w14:textId="5C3D8E31" w:rsidR="00047006" w:rsidRDefault="005074DB" w:rsidP="00441340">
      <w:pPr>
        <w:pStyle w:val="PKTpunkt"/>
      </w:pPr>
      <w:r>
        <w:t>10</w:t>
      </w:r>
      <w:r w:rsidR="00047006" w:rsidRPr="00047006">
        <w:t>)</w:t>
      </w:r>
      <w:r w:rsidR="00047006" w:rsidRPr="00047006">
        <w:tab/>
        <w:t xml:space="preserve">staroście, </w:t>
      </w:r>
    </w:p>
    <w:p w14:paraId="38FD9171" w14:textId="4084D487" w:rsidR="00047006" w:rsidRPr="00047006" w:rsidRDefault="005074DB" w:rsidP="00441340">
      <w:pPr>
        <w:pStyle w:val="PKTpunkt"/>
      </w:pPr>
      <w:r>
        <w:t>11</w:t>
      </w:r>
      <w:r w:rsidR="00047006">
        <w:t xml:space="preserve">) </w:t>
      </w:r>
      <w:r w:rsidR="00047006" w:rsidRPr="00047006">
        <w:t>marszałkowi województwa,</w:t>
      </w:r>
    </w:p>
    <w:p w14:paraId="49C93156" w14:textId="42DA1A02" w:rsidR="00047006" w:rsidRDefault="005074DB" w:rsidP="00441340">
      <w:pPr>
        <w:pStyle w:val="PKTpunkt"/>
      </w:pPr>
      <w:r>
        <w:t>12</w:t>
      </w:r>
      <w:r w:rsidR="00047006">
        <w:t>)</w:t>
      </w:r>
      <w:r w:rsidR="003D416E">
        <w:t xml:space="preserve"> </w:t>
      </w:r>
      <w:r w:rsidR="00047006" w:rsidRPr="00047006">
        <w:tab/>
        <w:t>wojewódzkiemu koordynatorowi ratownictwa medycznego, dyspozytorowi medycznemu, dysponentowi zespołu ratownictwa medycznego, w tym dysponentowi lotniczych zespołów ratownictwa medycznego będącemu jednostką nadzorowaną przez ministra właściwego do spraw zdrowia,</w:t>
      </w:r>
    </w:p>
    <w:p w14:paraId="4FD5142F" w14:textId="442485D5" w:rsidR="00047006" w:rsidRPr="00047006" w:rsidRDefault="00236AEE" w:rsidP="00441340">
      <w:pPr>
        <w:pStyle w:val="PKTpunkt"/>
      </w:pPr>
      <w:r>
        <w:t>1</w:t>
      </w:r>
      <w:r w:rsidR="005074DB">
        <w:t>3</w:t>
      </w:r>
      <w:r w:rsidR="003D416E">
        <w:t xml:space="preserve">) </w:t>
      </w:r>
      <w:r w:rsidR="00047006" w:rsidRPr="00047006">
        <w:tab/>
        <w:t>podmiotowi tworzącemu w rozumieniu art. 2 ust. 1 pkt 6 ustawy z dnia 15 kwietnia 2011 r. o działalności leczniczej</w:t>
      </w:r>
      <w:r w:rsidR="003D416E">
        <w:t>;</w:t>
      </w:r>
    </w:p>
    <w:p w14:paraId="3C742EFC" w14:textId="5AA25644" w:rsidR="00047006" w:rsidRPr="00047006" w:rsidRDefault="00236AEE" w:rsidP="00441340">
      <w:pPr>
        <w:pStyle w:val="PKTpunkt"/>
      </w:pPr>
      <w:r>
        <w:t>1</w:t>
      </w:r>
      <w:r w:rsidR="005074DB">
        <w:t>4</w:t>
      </w:r>
      <w:r w:rsidR="00047006" w:rsidRPr="00047006">
        <w:t>)</w:t>
      </w:r>
      <w:r w:rsidR="00047006" w:rsidRPr="00047006">
        <w:tab/>
        <w:t xml:space="preserve">podmiotowi uprawnionemu do wykonywania praw z tytułu udziałów albo akcji należących do Skarbu Państwa, jednostce samorządu terytorialnego lub uczelni medycznej w rozumieniu art. 2 ust. 1 pkt 13 ustawy z dnia 15 kwietnia 2011 r. </w:t>
      </w:r>
      <w:r w:rsidR="00870D0E">
        <w:br/>
      </w:r>
      <w:r w:rsidR="00047006" w:rsidRPr="00047006">
        <w:t>o działalności leczniczej</w:t>
      </w:r>
      <w:r w:rsidR="00AF555D">
        <w:t>, w przypadku usługowc</w:t>
      </w:r>
      <w:r w:rsidR="0060276A">
        <w:t>y</w:t>
      </w:r>
      <w:r w:rsidR="00AF555D">
        <w:t xml:space="preserve"> </w:t>
      </w:r>
      <w:r w:rsidR="00047006" w:rsidRPr="00047006">
        <w:t>będąc</w:t>
      </w:r>
      <w:r w:rsidR="0060276A">
        <w:t>ego</w:t>
      </w:r>
      <w:r w:rsidR="00047006" w:rsidRPr="00047006">
        <w:t xml:space="preserve"> podmiotem leczniczym </w:t>
      </w:r>
      <w:r w:rsidR="00870D0E">
        <w:br/>
      </w:r>
      <w:r w:rsidR="00047006" w:rsidRPr="00047006">
        <w:t>w formie spółki kapitałowej, w której co najmniej 51% udziałów albo akcji należy do Skarbu Państwa lub jednostki samorządu terytorialnego, lub uczelni medycznej</w:t>
      </w:r>
    </w:p>
    <w:p w14:paraId="503B4034" w14:textId="77777777" w:rsidR="00047006" w:rsidRPr="00047006" w:rsidRDefault="00047006" w:rsidP="009253AC">
      <w:pPr>
        <w:pStyle w:val="CZWSPPKTczwsplnapunktw"/>
      </w:pPr>
      <w:r w:rsidRPr="00047006">
        <w:t>– w celu i zakresie niezbędnym do realizacji ich zadań ustawowych związanych z ochroną zdrowia.</w:t>
      </w:r>
    </w:p>
    <w:p w14:paraId="006C3899" w14:textId="38105B78" w:rsidR="00047006" w:rsidRPr="00047006" w:rsidRDefault="00991461" w:rsidP="00441340">
      <w:pPr>
        <w:pStyle w:val="USTustnpkodeksu"/>
      </w:pPr>
      <w:r>
        <w:t>11</w:t>
      </w:r>
      <w:r w:rsidR="00047006" w:rsidRPr="00047006">
        <w:t>.</w:t>
      </w:r>
      <w:r w:rsidR="00047006" w:rsidRPr="00047006">
        <w:tab/>
        <w:t>Minister właściwy do spraw zdrowia określi, w drodze rozporządzenia, szczegółowy zakres informacji, o których mowa w ust. 1 pkt</w:t>
      </w:r>
      <w:r w:rsidR="00AF555D">
        <w:t xml:space="preserve"> </w:t>
      </w:r>
      <w:r w:rsidR="005D55C1">
        <w:t>6 lit. a, b tiret drugie oraz lit. c</w:t>
      </w:r>
      <w:r w:rsidR="005D55C1" w:rsidRPr="00DA59BD">
        <w:t>–</w:t>
      </w:r>
      <w:r w:rsidR="005D55C1">
        <w:t>g</w:t>
      </w:r>
      <w:r w:rsidR="005D55C1" w:rsidRPr="00047006">
        <w:t xml:space="preserve">, </w:t>
      </w:r>
      <w:r w:rsidR="00047006" w:rsidRPr="00047006">
        <w:t xml:space="preserve">oraz terminy i sposób ich przekazywania, mając na uwadze zakres świadczeń opieki zdrowotnej udzielanych przez usługodawców, konieczność zabezpieczenia potrzeb zdrowotnych społeczeństwa </w:t>
      </w:r>
      <w:r w:rsidR="00870D0E">
        <w:br/>
      </w:r>
      <w:r w:rsidR="00047006" w:rsidRPr="00047006">
        <w:t>i zapewnienia bezpieczeństwa przetwarzania danych w EPS.”.</w:t>
      </w:r>
    </w:p>
    <w:p w14:paraId="4458D90F" w14:textId="5F49F3D3" w:rsidR="00047006" w:rsidRPr="00047006" w:rsidRDefault="00047006" w:rsidP="0060276A">
      <w:pPr>
        <w:pStyle w:val="ARTartustawynprozporzdzenia"/>
        <w:spacing w:before="0"/>
      </w:pPr>
      <w:r w:rsidRPr="009253AC">
        <w:rPr>
          <w:rStyle w:val="Ppogrubienie"/>
        </w:rPr>
        <w:t>Art. 2.</w:t>
      </w:r>
      <w:r w:rsidRPr="00047006">
        <w:t xml:space="preserve"> W ustawie z dnia 5 grudnia 2024 r. o ochronie ludności i obronie cywilnej (Dz. U. poz. 1907) w art. 30</w:t>
      </w:r>
      <w:r w:rsidR="00AF555D">
        <w:t xml:space="preserve"> w</w:t>
      </w:r>
      <w:r w:rsidRPr="00047006">
        <w:t>:</w:t>
      </w:r>
    </w:p>
    <w:p w14:paraId="1F8BFF13" w14:textId="4E7954C6" w:rsidR="00047006" w:rsidRPr="00047006" w:rsidRDefault="00AF555D" w:rsidP="009253AC">
      <w:pPr>
        <w:pStyle w:val="LITlitera"/>
      </w:pPr>
      <w:r>
        <w:t>1</w:t>
      </w:r>
      <w:r w:rsidR="00047006" w:rsidRPr="00047006">
        <w:t>)</w:t>
      </w:r>
      <w:r>
        <w:t xml:space="preserve"> </w:t>
      </w:r>
      <w:r w:rsidR="00047006" w:rsidRPr="00047006">
        <w:t xml:space="preserve">ust. 3 </w:t>
      </w:r>
      <w:r>
        <w:t xml:space="preserve">w </w:t>
      </w:r>
      <w:r w:rsidR="00047006" w:rsidRPr="00047006">
        <w:t>pkt 1 lit. c otrzymuje brzmienie:</w:t>
      </w:r>
    </w:p>
    <w:p w14:paraId="58C54196" w14:textId="11289658" w:rsidR="00047006" w:rsidRPr="00047006" w:rsidRDefault="00047006" w:rsidP="009253AC">
      <w:pPr>
        <w:pStyle w:val="ARTartustawynprozporzdzenia"/>
        <w:spacing w:before="0"/>
      </w:pPr>
      <w:r w:rsidRPr="00047006">
        <w:lastRenderedPageBreak/>
        <w:t>„c) art. 17 ust. 1 pkt 17, 21–23, 27–32, 35 i 36 – przekazują dane wojewodzie celem wprowadzenia do Centralnej Ewidencji Zasobów, w takim zakresie w jakim informacje te nie są przekazywane do Centralnej Ewidencji Zasobów, w sposób</w:t>
      </w:r>
      <w:r w:rsidR="0060276A">
        <w:t>,</w:t>
      </w:r>
      <w:r w:rsidRPr="00047006">
        <w:t xml:space="preserve"> o którym mowa w ust. 4 pkt 1–3</w:t>
      </w:r>
      <w:r w:rsidR="00454283">
        <w:t>;</w:t>
      </w:r>
      <w:r w:rsidRPr="00047006">
        <w:t>”</w:t>
      </w:r>
      <w:r w:rsidR="00AF555D">
        <w:t>;</w:t>
      </w:r>
    </w:p>
    <w:p w14:paraId="2271EE7C" w14:textId="04A8E15F" w:rsidR="00047006" w:rsidRPr="00047006" w:rsidRDefault="00AF555D" w:rsidP="009253AC">
      <w:pPr>
        <w:pStyle w:val="LITlitera"/>
      </w:pPr>
      <w:r>
        <w:t>2</w:t>
      </w:r>
      <w:r w:rsidR="00047006" w:rsidRPr="00047006">
        <w:t>) ust. 4 pkt 3 otrzymuje brzmienie:</w:t>
      </w:r>
    </w:p>
    <w:p w14:paraId="07D6E078" w14:textId="5DDAB275" w:rsidR="00047006" w:rsidRPr="00047006" w:rsidRDefault="00047006" w:rsidP="009253AC">
      <w:pPr>
        <w:pStyle w:val="ARTartustawynprozporzdzenia"/>
        <w:spacing w:before="0"/>
      </w:pPr>
      <w:r w:rsidRPr="00047006">
        <w:t>„3) art. 24 ust. 1 ustawy z dnia 28 kwietnia 2011 r. o systemie informacji w ochronie zdrowia (Dz. U. z 2025 r. poz. 302)</w:t>
      </w:r>
      <w:r w:rsidR="00454283">
        <w:t>;</w:t>
      </w:r>
      <w:r w:rsidRPr="00047006">
        <w:t>”</w:t>
      </w:r>
      <w:r w:rsidR="00AF555D">
        <w:t>.</w:t>
      </w:r>
    </w:p>
    <w:p w14:paraId="596E11C4" w14:textId="77777777" w:rsidR="00047006" w:rsidRPr="00441340" w:rsidRDefault="00047006" w:rsidP="00441340">
      <w:pPr>
        <w:pStyle w:val="ARTartustawynprozporzdzenia"/>
      </w:pPr>
      <w:r w:rsidRPr="00441340">
        <w:rPr>
          <w:rStyle w:val="Ppogrubienie"/>
        </w:rPr>
        <w:t>Art. 3.</w:t>
      </w:r>
      <w:r w:rsidRPr="00441340">
        <w:t xml:space="preserve"> 1. System Ewidencji Zasobów Ochrony Zdrowia, o którym mowa w art. 24 ust. 1 ustawy zmienianej w art. 1, staje się z dniem 1 stycznia 2027 r. systemem Ewidencji Potencjału Świadczeniodawcy, o którym mowa w art. 24 ust. 1 ustawy zmienianej w art. 1, w brzmieniu nadanym niniejszą ustawą.</w:t>
      </w:r>
    </w:p>
    <w:p w14:paraId="6EAC728D" w14:textId="77777777" w:rsidR="00047006" w:rsidRDefault="00047006" w:rsidP="00441340">
      <w:pPr>
        <w:pStyle w:val="USTustnpkodeksu"/>
      </w:pPr>
      <w:r w:rsidRPr="00047006">
        <w:t>2. Dane zgromadzone w systemie Ewidencji Zasobów Ochrony Zdrowia, o którym mowa w art. 24 ust. 1 ustawy zmienianej w art. 1, stają się z dniem 1 stycznia 2027 r. danymi systemu Ewidencji Potencjału Świadczeniodawcy, o którym mowa w art. 24 ust. 1 ustawy zmienianej w art. 1, w brzmieniu nadanym niniejszą ustawą.</w:t>
      </w:r>
    </w:p>
    <w:p w14:paraId="5FA8FB15" w14:textId="4DA2A978" w:rsidR="003C4AEA" w:rsidRPr="00047006" w:rsidRDefault="003C4AEA" w:rsidP="00441340">
      <w:pPr>
        <w:pStyle w:val="USTustnpkodeksu"/>
      </w:pPr>
      <w:r w:rsidRPr="007E5325">
        <w:rPr>
          <w:b/>
          <w:bCs w:val="0"/>
        </w:rPr>
        <w:t>Art. 4</w:t>
      </w:r>
      <w:r w:rsidR="00EC7C90">
        <w:t>.</w:t>
      </w:r>
      <w:r>
        <w:t xml:space="preserve"> </w:t>
      </w:r>
      <w:r w:rsidR="00EC7C90">
        <w:t xml:space="preserve">Usługodawcy, </w:t>
      </w:r>
      <w:r w:rsidR="00EC7C90" w:rsidRPr="00441340">
        <w:t>o który</w:t>
      </w:r>
      <w:r w:rsidR="00EC7C90">
        <w:t>ch</w:t>
      </w:r>
      <w:r w:rsidR="00EC7C90" w:rsidRPr="00441340">
        <w:t xml:space="preserve"> mowa w art. 24 ust. </w:t>
      </w:r>
      <w:r w:rsidR="00EC7C90">
        <w:t>4</w:t>
      </w:r>
      <w:r w:rsidR="00EC7C90" w:rsidRPr="00441340">
        <w:t xml:space="preserve"> ustawy zmienianej w art. 1, </w:t>
      </w:r>
      <w:r w:rsidR="00870D0E">
        <w:br/>
      </w:r>
      <w:r w:rsidR="00EC7C90" w:rsidRPr="00441340">
        <w:t>w brzmieniu nadanym niniejszą ustawą</w:t>
      </w:r>
      <w:r w:rsidR="00C938C0">
        <w:t xml:space="preserve">, przekazują </w:t>
      </w:r>
      <w:r w:rsidR="005074DB">
        <w:t xml:space="preserve">do </w:t>
      </w:r>
      <w:r w:rsidR="0060276A" w:rsidRPr="0060276A">
        <w:t>system</w:t>
      </w:r>
      <w:r w:rsidR="0060276A">
        <w:t>u</w:t>
      </w:r>
      <w:r w:rsidR="0060276A" w:rsidRPr="0060276A">
        <w:t xml:space="preserve"> </w:t>
      </w:r>
      <w:r w:rsidR="00991461" w:rsidRPr="00047006">
        <w:t>Ewidencji Potencjału Świadczeniodawcy</w:t>
      </w:r>
      <w:r w:rsidR="00991461" w:rsidRPr="0060276A" w:rsidDel="00991461">
        <w:t xml:space="preserve"> </w:t>
      </w:r>
      <w:r w:rsidR="0060276A" w:rsidRPr="0060276A">
        <w:t>o którym mowa w art. 24 ust. 1 ustawy zmienianej w art. 1,</w:t>
      </w:r>
      <w:r w:rsidR="0060276A">
        <w:t xml:space="preserve"> </w:t>
      </w:r>
      <w:r w:rsidR="00657635">
        <w:t xml:space="preserve">w brzmieniu nadanym niniejszą ustawą, </w:t>
      </w:r>
      <w:r w:rsidR="00C938C0">
        <w:t xml:space="preserve">dane, o </w:t>
      </w:r>
      <w:r w:rsidR="00C938C0" w:rsidRPr="00441340">
        <w:t>który</w:t>
      </w:r>
      <w:r w:rsidR="00C938C0">
        <w:t>ch</w:t>
      </w:r>
      <w:r w:rsidR="00C938C0" w:rsidRPr="00441340">
        <w:t xml:space="preserve"> mowa w art. 24 ust. </w:t>
      </w:r>
      <w:r w:rsidR="00C938C0">
        <w:t>1 pkt</w:t>
      </w:r>
      <w:r w:rsidR="00B70F7C">
        <w:t xml:space="preserve"> 6 lit. a</w:t>
      </w:r>
      <w:r w:rsidR="00A7334A">
        <w:t>, b</w:t>
      </w:r>
      <w:r w:rsidR="005D55C1">
        <w:t>,</w:t>
      </w:r>
      <w:r w:rsidR="00A7334A">
        <w:t xml:space="preserve"> f</w:t>
      </w:r>
      <w:r w:rsidR="005D55C1">
        <w:t>, g</w:t>
      </w:r>
      <w:r w:rsidR="00C938C0" w:rsidRPr="00441340">
        <w:t xml:space="preserve"> ustawy zmienianej w art. 1, w brzmieniu nadanym niniejszą ustawą</w:t>
      </w:r>
      <w:r w:rsidR="00476CE6">
        <w:t>,</w:t>
      </w:r>
      <w:r w:rsidR="00B70F7C">
        <w:t xml:space="preserve"> </w:t>
      </w:r>
      <w:r w:rsidR="00764E39">
        <w:t>najpóźniej</w:t>
      </w:r>
      <w:r w:rsidR="00B70F7C">
        <w:t xml:space="preserve"> od dnia </w:t>
      </w:r>
      <w:r w:rsidR="00870D0E" w:rsidRPr="00870D0E">
        <w:t>następującego po upływie 6 miesięcy od dnia wejścia w życie rozporządzenia, o którym mowa w art. 24 ust. 11 ustawy zmienianej w art. 1, w brzmieniu nadanym niniejszą ustawą</w:t>
      </w:r>
      <w:r w:rsidR="00B70F7C">
        <w:t>.</w:t>
      </w:r>
    </w:p>
    <w:p w14:paraId="68B39012" w14:textId="29FD0E25" w:rsidR="00047006" w:rsidRPr="00047006" w:rsidRDefault="00047006" w:rsidP="00441340">
      <w:pPr>
        <w:pStyle w:val="ARTartustawynprozporzdzenia"/>
      </w:pPr>
      <w:r w:rsidRPr="00441340">
        <w:rPr>
          <w:rStyle w:val="Ppogrubienie"/>
        </w:rPr>
        <w:t xml:space="preserve">Art. </w:t>
      </w:r>
      <w:r w:rsidR="003C4AEA">
        <w:rPr>
          <w:rStyle w:val="Ppogrubienie"/>
        </w:rPr>
        <w:t>5</w:t>
      </w:r>
      <w:r w:rsidRPr="00441340">
        <w:rPr>
          <w:rStyle w:val="Ppogrubienie"/>
        </w:rPr>
        <w:t>.</w:t>
      </w:r>
      <w:r w:rsidRPr="00047006">
        <w:t xml:space="preserve"> Ustawa wchodzi w życie z dniem 1 stycznia 2027 r.</w:t>
      </w:r>
    </w:p>
    <w:p w14:paraId="4BAADE53" w14:textId="77777777" w:rsidR="00047006" w:rsidRPr="00047006" w:rsidRDefault="00047006" w:rsidP="00047006"/>
    <w:p w14:paraId="7520038B" w14:textId="77777777" w:rsidR="00047006" w:rsidRPr="00047006" w:rsidRDefault="00047006" w:rsidP="00047006"/>
    <w:p w14:paraId="6834F330" w14:textId="77777777" w:rsidR="00047006" w:rsidRPr="00047006" w:rsidRDefault="00047006" w:rsidP="00047006"/>
    <w:p w14:paraId="21ED87C0" w14:textId="055DB21F" w:rsidR="00261A16" w:rsidRPr="00737F6A" w:rsidRDefault="00261A16" w:rsidP="00454283">
      <w:pPr>
        <w:spacing w:line="240" w:lineRule="auto"/>
      </w:pP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F73E2" w14:textId="77777777" w:rsidR="0028201A" w:rsidRDefault="0028201A">
      <w:r>
        <w:separator/>
      </w:r>
    </w:p>
  </w:endnote>
  <w:endnote w:type="continuationSeparator" w:id="0">
    <w:p w14:paraId="3692485D" w14:textId="77777777" w:rsidR="0028201A" w:rsidRDefault="0028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22CE6" w14:textId="77777777" w:rsidR="0028201A" w:rsidRDefault="0028201A">
      <w:r>
        <w:separator/>
      </w:r>
    </w:p>
  </w:footnote>
  <w:footnote w:type="continuationSeparator" w:id="0">
    <w:p w14:paraId="4899E62D" w14:textId="77777777" w:rsidR="0028201A" w:rsidRDefault="00282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C819F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79904106">
    <w:abstractNumId w:val="23"/>
  </w:num>
  <w:num w:numId="2" w16cid:durableId="1825585962">
    <w:abstractNumId w:val="23"/>
  </w:num>
  <w:num w:numId="3" w16cid:durableId="536966490">
    <w:abstractNumId w:val="18"/>
  </w:num>
  <w:num w:numId="4" w16cid:durableId="376856385">
    <w:abstractNumId w:val="18"/>
  </w:num>
  <w:num w:numId="5" w16cid:durableId="1259287010">
    <w:abstractNumId w:val="35"/>
  </w:num>
  <w:num w:numId="6" w16cid:durableId="1184981037">
    <w:abstractNumId w:val="31"/>
  </w:num>
  <w:num w:numId="7" w16cid:durableId="841235262">
    <w:abstractNumId w:val="35"/>
  </w:num>
  <w:num w:numId="8" w16cid:durableId="1702172130">
    <w:abstractNumId w:val="31"/>
  </w:num>
  <w:num w:numId="9" w16cid:durableId="490752989">
    <w:abstractNumId w:val="35"/>
  </w:num>
  <w:num w:numId="10" w16cid:durableId="1827748136">
    <w:abstractNumId w:val="31"/>
  </w:num>
  <w:num w:numId="11" w16cid:durableId="612058782">
    <w:abstractNumId w:val="14"/>
  </w:num>
  <w:num w:numId="12" w16cid:durableId="926039946">
    <w:abstractNumId w:val="10"/>
  </w:num>
  <w:num w:numId="13" w16cid:durableId="1779325801">
    <w:abstractNumId w:val="15"/>
  </w:num>
  <w:num w:numId="14" w16cid:durableId="1706831851">
    <w:abstractNumId w:val="26"/>
  </w:num>
  <w:num w:numId="15" w16cid:durableId="562134583">
    <w:abstractNumId w:val="14"/>
  </w:num>
  <w:num w:numId="16" w16cid:durableId="647830427">
    <w:abstractNumId w:val="16"/>
  </w:num>
  <w:num w:numId="17" w16cid:durableId="732779106">
    <w:abstractNumId w:val="8"/>
  </w:num>
  <w:num w:numId="18" w16cid:durableId="1333527247">
    <w:abstractNumId w:val="3"/>
  </w:num>
  <w:num w:numId="19" w16cid:durableId="1612278858">
    <w:abstractNumId w:val="2"/>
  </w:num>
  <w:num w:numId="20" w16cid:durableId="1349260460">
    <w:abstractNumId w:val="1"/>
  </w:num>
  <w:num w:numId="21" w16cid:durableId="1895657586">
    <w:abstractNumId w:val="0"/>
  </w:num>
  <w:num w:numId="22" w16cid:durableId="152188928">
    <w:abstractNumId w:val="9"/>
  </w:num>
  <w:num w:numId="23" w16cid:durableId="1589459100">
    <w:abstractNumId w:val="7"/>
  </w:num>
  <w:num w:numId="24" w16cid:durableId="1348099687">
    <w:abstractNumId w:val="6"/>
  </w:num>
  <w:num w:numId="25" w16cid:durableId="1201238292">
    <w:abstractNumId w:val="5"/>
  </w:num>
  <w:num w:numId="26" w16cid:durableId="1800144652">
    <w:abstractNumId w:val="4"/>
  </w:num>
  <w:num w:numId="27" w16cid:durableId="1233659468">
    <w:abstractNumId w:val="33"/>
  </w:num>
  <w:num w:numId="28" w16cid:durableId="759839363">
    <w:abstractNumId w:val="25"/>
  </w:num>
  <w:num w:numId="29" w16cid:durableId="1832675170">
    <w:abstractNumId w:val="36"/>
  </w:num>
  <w:num w:numId="30" w16cid:durableId="1226985484">
    <w:abstractNumId w:val="32"/>
  </w:num>
  <w:num w:numId="31" w16cid:durableId="53243845">
    <w:abstractNumId w:val="19"/>
  </w:num>
  <w:num w:numId="32" w16cid:durableId="510994928">
    <w:abstractNumId w:val="11"/>
  </w:num>
  <w:num w:numId="33" w16cid:durableId="1168979263">
    <w:abstractNumId w:val="30"/>
  </w:num>
  <w:num w:numId="34" w16cid:durableId="1784567168">
    <w:abstractNumId w:val="20"/>
  </w:num>
  <w:num w:numId="35" w16cid:durableId="1719622233">
    <w:abstractNumId w:val="17"/>
  </w:num>
  <w:num w:numId="36" w16cid:durableId="687409782">
    <w:abstractNumId w:val="22"/>
  </w:num>
  <w:num w:numId="37" w16cid:durableId="811365952">
    <w:abstractNumId w:val="27"/>
  </w:num>
  <w:num w:numId="38" w16cid:durableId="1591694751">
    <w:abstractNumId w:val="24"/>
  </w:num>
  <w:num w:numId="39" w16cid:durableId="1944411396">
    <w:abstractNumId w:val="13"/>
  </w:num>
  <w:num w:numId="40" w16cid:durableId="1604680194">
    <w:abstractNumId w:val="29"/>
  </w:num>
  <w:num w:numId="41" w16cid:durableId="183323694">
    <w:abstractNumId w:val="28"/>
  </w:num>
  <w:num w:numId="42" w16cid:durableId="732696085">
    <w:abstractNumId w:val="21"/>
  </w:num>
  <w:num w:numId="43" w16cid:durableId="1463770910">
    <w:abstractNumId w:val="34"/>
  </w:num>
  <w:num w:numId="44" w16cid:durableId="12918632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006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006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56A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A6B9F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E7DE5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105"/>
    <w:rsid w:val="0011493E"/>
    <w:rsid w:val="001151B8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66DB7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0242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0E4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6AEE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123F"/>
    <w:rsid w:val="00273FE4"/>
    <w:rsid w:val="002765B4"/>
    <w:rsid w:val="00276A94"/>
    <w:rsid w:val="0028201A"/>
    <w:rsid w:val="002905E7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1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2F7F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25AD"/>
    <w:rsid w:val="003C35C4"/>
    <w:rsid w:val="003C40C2"/>
    <w:rsid w:val="003C4AEA"/>
    <w:rsid w:val="003D12C2"/>
    <w:rsid w:val="003D31B9"/>
    <w:rsid w:val="003D3867"/>
    <w:rsid w:val="003D416E"/>
    <w:rsid w:val="003E0D1A"/>
    <w:rsid w:val="003E2DA3"/>
    <w:rsid w:val="003F020D"/>
    <w:rsid w:val="003F03D9"/>
    <w:rsid w:val="003F2FBE"/>
    <w:rsid w:val="003F318D"/>
    <w:rsid w:val="003F5BAE"/>
    <w:rsid w:val="003F6ED7"/>
    <w:rsid w:val="003F705F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340"/>
    <w:rsid w:val="0044175C"/>
    <w:rsid w:val="00445F4D"/>
    <w:rsid w:val="004504C0"/>
    <w:rsid w:val="00454283"/>
    <w:rsid w:val="004550FB"/>
    <w:rsid w:val="0046111A"/>
    <w:rsid w:val="00462946"/>
    <w:rsid w:val="00463F43"/>
    <w:rsid w:val="004641F8"/>
    <w:rsid w:val="00464B94"/>
    <w:rsid w:val="004653A8"/>
    <w:rsid w:val="00465A0B"/>
    <w:rsid w:val="0047077C"/>
    <w:rsid w:val="00470B05"/>
    <w:rsid w:val="0047207C"/>
    <w:rsid w:val="00472CD6"/>
    <w:rsid w:val="00474E3C"/>
    <w:rsid w:val="00476CE6"/>
    <w:rsid w:val="00480A58"/>
    <w:rsid w:val="00482151"/>
    <w:rsid w:val="004836C3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394"/>
    <w:rsid w:val="004C05BD"/>
    <w:rsid w:val="004C1E71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E4838"/>
    <w:rsid w:val="004E7F35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074DB"/>
    <w:rsid w:val="0051094B"/>
    <w:rsid w:val="005110D7"/>
    <w:rsid w:val="00511D99"/>
    <w:rsid w:val="00512059"/>
    <w:rsid w:val="005128D3"/>
    <w:rsid w:val="005147E8"/>
    <w:rsid w:val="005158F2"/>
    <w:rsid w:val="00526DFC"/>
    <w:rsid w:val="00526F43"/>
    <w:rsid w:val="00527651"/>
    <w:rsid w:val="00532CC0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2DB0"/>
    <w:rsid w:val="00597024"/>
    <w:rsid w:val="00597EBC"/>
    <w:rsid w:val="005A0274"/>
    <w:rsid w:val="005A095C"/>
    <w:rsid w:val="005A5F43"/>
    <w:rsid w:val="005A669D"/>
    <w:rsid w:val="005A75D8"/>
    <w:rsid w:val="005B4BDC"/>
    <w:rsid w:val="005B713E"/>
    <w:rsid w:val="005C03B6"/>
    <w:rsid w:val="005C348E"/>
    <w:rsid w:val="005C68E1"/>
    <w:rsid w:val="005D10AF"/>
    <w:rsid w:val="005D3763"/>
    <w:rsid w:val="005D55C1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276A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0840"/>
    <w:rsid w:val="00653B22"/>
    <w:rsid w:val="00657635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B1F76"/>
    <w:rsid w:val="006C419E"/>
    <w:rsid w:val="006C4A31"/>
    <w:rsid w:val="006C5AC2"/>
    <w:rsid w:val="006C6AFB"/>
    <w:rsid w:val="006D2735"/>
    <w:rsid w:val="006D45B2"/>
    <w:rsid w:val="006E0FCC"/>
    <w:rsid w:val="006E1E96"/>
    <w:rsid w:val="006E3F68"/>
    <w:rsid w:val="006E4E13"/>
    <w:rsid w:val="006E57DE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2C22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2DAE"/>
    <w:rsid w:val="00764A67"/>
    <w:rsid w:val="00764E39"/>
    <w:rsid w:val="00770F6B"/>
    <w:rsid w:val="00771883"/>
    <w:rsid w:val="0077277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325"/>
    <w:rsid w:val="007E59C9"/>
    <w:rsid w:val="007F0072"/>
    <w:rsid w:val="007F2EB6"/>
    <w:rsid w:val="007F54C3"/>
    <w:rsid w:val="00802949"/>
    <w:rsid w:val="0080301E"/>
    <w:rsid w:val="0080365F"/>
    <w:rsid w:val="00812BE5"/>
    <w:rsid w:val="00813F61"/>
    <w:rsid w:val="00814C5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5B8A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0D0E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0D26"/>
    <w:rsid w:val="008D2434"/>
    <w:rsid w:val="008D379A"/>
    <w:rsid w:val="008E171D"/>
    <w:rsid w:val="008E2785"/>
    <w:rsid w:val="008E78A3"/>
    <w:rsid w:val="008E7FC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3AC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91461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15D3"/>
    <w:rsid w:val="009D3316"/>
    <w:rsid w:val="009D55AA"/>
    <w:rsid w:val="009E3E77"/>
    <w:rsid w:val="009E3FAB"/>
    <w:rsid w:val="009E5B3F"/>
    <w:rsid w:val="009E7D90"/>
    <w:rsid w:val="009F16D4"/>
    <w:rsid w:val="009F1AB0"/>
    <w:rsid w:val="009F501D"/>
    <w:rsid w:val="009F6A39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334A"/>
    <w:rsid w:val="00A7436E"/>
    <w:rsid w:val="00A74E96"/>
    <w:rsid w:val="00A75A8E"/>
    <w:rsid w:val="00A824DD"/>
    <w:rsid w:val="00A82E03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C7067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55D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56689"/>
    <w:rsid w:val="00B642FC"/>
    <w:rsid w:val="00B64D26"/>
    <w:rsid w:val="00B64FBB"/>
    <w:rsid w:val="00B70E22"/>
    <w:rsid w:val="00B70F7C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413F"/>
    <w:rsid w:val="00BF6589"/>
    <w:rsid w:val="00BF6F7F"/>
    <w:rsid w:val="00C00647"/>
    <w:rsid w:val="00C02764"/>
    <w:rsid w:val="00C02DDD"/>
    <w:rsid w:val="00C04CEF"/>
    <w:rsid w:val="00C0662F"/>
    <w:rsid w:val="00C11943"/>
    <w:rsid w:val="00C12E96"/>
    <w:rsid w:val="00C14763"/>
    <w:rsid w:val="00C16141"/>
    <w:rsid w:val="00C215A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03FC"/>
    <w:rsid w:val="00C938C0"/>
    <w:rsid w:val="00CA52A0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11E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0723"/>
    <w:rsid w:val="00D22AF5"/>
    <w:rsid w:val="00D230AF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59BD"/>
    <w:rsid w:val="00DA7017"/>
    <w:rsid w:val="00DA7028"/>
    <w:rsid w:val="00DB1AD2"/>
    <w:rsid w:val="00DB2B58"/>
    <w:rsid w:val="00DB5206"/>
    <w:rsid w:val="00DB6276"/>
    <w:rsid w:val="00DB63F5"/>
    <w:rsid w:val="00DC1C6B"/>
    <w:rsid w:val="00DC230C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2A72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C7C90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2EFE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26DD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C6719"/>
    <w:rsid w:val="00FD1DBE"/>
    <w:rsid w:val="00FD25A7"/>
    <w:rsid w:val="00FD27B6"/>
    <w:rsid w:val="00FD3689"/>
    <w:rsid w:val="00FD42A3"/>
    <w:rsid w:val="00FD7468"/>
    <w:rsid w:val="00FD7CE0"/>
    <w:rsid w:val="00FD7D31"/>
    <w:rsid w:val="00FE0B3B"/>
    <w:rsid w:val="00FE1BE2"/>
    <w:rsid w:val="00FE2C2B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204D82"/>
  <w15:docId w15:val="{ECD31A3B-63B0-405A-90EB-3E17FC1D3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5B4BDC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pietka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7</TotalTime>
  <Pages>4</Pages>
  <Words>1033</Words>
  <Characters>6201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Chmielewska-Piętka Katarzyna</dc:creator>
  <cp:lastModifiedBy>Stawowski Bartosz</cp:lastModifiedBy>
  <cp:revision>3</cp:revision>
  <cp:lastPrinted>2012-04-23T06:39:00Z</cp:lastPrinted>
  <dcterms:created xsi:type="dcterms:W3CDTF">2025-04-30T11:36:00Z</dcterms:created>
  <dcterms:modified xsi:type="dcterms:W3CDTF">2025-04-30T11:41:00Z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